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06049712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 xml:space="preserve">Smlouvy o </w:t>
      </w:r>
      <w:r w:rsidR="00397136">
        <w:rPr>
          <w:rFonts w:asciiTheme="majorHAnsi" w:eastAsia="Times New Roman" w:hAnsiTheme="majorHAnsi" w:cs="Times New Roman"/>
          <w:lang w:eastAsia="cs-CZ"/>
        </w:rPr>
        <w:t>poskytování služeb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1E4365">
        <w:rPr>
          <w:rFonts w:asciiTheme="majorHAnsi" w:eastAsia="Times New Roman" w:hAnsiTheme="majorHAnsi" w:cs="Times New Roman"/>
          <w:lang w:eastAsia="cs-CZ"/>
        </w:rPr>
        <w:t>5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4EC17B9" w:rsidR="00DD29C3" w:rsidRPr="001B629E" w:rsidRDefault="00F774A6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01E5D4D0" w:rsidR="00DD29C3" w:rsidRPr="001B629E" w:rsidRDefault="00F774A6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1F3609F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F774A6">
              <w:rPr>
                <w:rFonts w:asciiTheme="majorHAnsi" w:hAnsiTheme="majorHAnsi" w:cs="Tahoma"/>
                <w:i/>
                <w:highlight w:val="green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0DDC0CF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38AD949A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F774A6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4EE281B0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F774A6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A5C62F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80E45B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FBAE72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8740C6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1E4365"/>
    <w:rsid w:val="00207DF5"/>
    <w:rsid w:val="00216C0D"/>
    <w:rsid w:val="00280E07"/>
    <w:rsid w:val="00293D10"/>
    <w:rsid w:val="002C31BF"/>
    <w:rsid w:val="002D08B1"/>
    <w:rsid w:val="002D7206"/>
    <w:rsid w:val="002E0CD7"/>
    <w:rsid w:val="003146C2"/>
    <w:rsid w:val="00331BE6"/>
    <w:rsid w:val="00341DCF"/>
    <w:rsid w:val="00357BC6"/>
    <w:rsid w:val="003956C6"/>
    <w:rsid w:val="00397136"/>
    <w:rsid w:val="00441430"/>
    <w:rsid w:val="004500BD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1602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36923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774A6"/>
    <w:rsid w:val="00F86BA6"/>
    <w:rsid w:val="00FC0435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F1602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217842-6AB2-4005-B69F-9F0708FF35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3</cp:revision>
  <cp:lastPrinted>2017-11-28T17:18:00Z</cp:lastPrinted>
  <dcterms:created xsi:type="dcterms:W3CDTF">2025-01-13T08:34:00Z</dcterms:created>
  <dcterms:modified xsi:type="dcterms:W3CDTF">2025-01-27T08:58:00Z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